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E" w:rsidRPr="00B85D1E" w:rsidRDefault="002124D1" w:rsidP="00BB3D55">
      <w:pPr>
        <w:contextualSpacing/>
        <w:rPr>
          <w:sz w:val="6"/>
        </w:rPr>
      </w:pPr>
      <w:r>
        <w:rPr>
          <w:sz w:val="6"/>
        </w:rPr>
        <w:t xml:space="preserve"> </w:t>
      </w:r>
    </w:p>
    <w:tbl>
      <w:tblPr>
        <w:tblpPr w:leftFromText="180" w:rightFromText="180" w:vertAnchor="page" w:horzAnchor="margin" w:tblpY="481"/>
        <w:tblW w:w="9823" w:type="dxa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175"/>
        <w:gridCol w:w="250"/>
        <w:gridCol w:w="4394"/>
        <w:gridCol w:w="76"/>
      </w:tblGrid>
      <w:tr w:rsidR="00312EE2" w:rsidRPr="00735198" w:rsidTr="00821747">
        <w:tc>
          <w:tcPr>
            <w:tcW w:w="4536" w:type="dxa"/>
            <w:gridSpan w:val="2"/>
            <w:vAlign w:val="center"/>
          </w:tcPr>
          <w:p w:rsidR="00312EE2" w:rsidRPr="00406257" w:rsidRDefault="00312EE2" w:rsidP="00821747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МИНИСТЕРСТВО </w:t>
            </w:r>
          </w:p>
          <w:p w:rsidR="00312EE2" w:rsidRPr="00210834" w:rsidRDefault="00312EE2" w:rsidP="00821747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ПО ДЕЛАМ МОЛОДЕЖИ </w:t>
            </w:r>
          </w:p>
          <w:p w:rsidR="00312EE2" w:rsidRPr="00735198" w:rsidRDefault="00312EE2" w:rsidP="00821747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312EE2" w:rsidRPr="00735198" w:rsidRDefault="00312EE2" w:rsidP="00821747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0" w:type="dxa"/>
            <w:gridSpan w:val="2"/>
            <w:vAlign w:val="center"/>
          </w:tcPr>
          <w:p w:rsidR="00312EE2" w:rsidRPr="00735198" w:rsidRDefault="00312EE2" w:rsidP="00821747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ТАТАРСТАН РЕСПУБЛИКАСЫ </w:t>
            </w:r>
          </w:p>
          <w:p w:rsidR="00312EE2" w:rsidRPr="00735198" w:rsidRDefault="00312EE2" w:rsidP="00821747">
            <w:pPr>
              <w:spacing w:line="300" w:lineRule="exact"/>
              <w:ind w:left="317" w:right="-174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ЯШЬЛ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>Р ЭШЛ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 xml:space="preserve">РЕ </w:t>
            </w:r>
          </w:p>
          <w:p w:rsidR="00312EE2" w:rsidRPr="00735198" w:rsidRDefault="00312EE2" w:rsidP="00821747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МИНИСТРЛЫГЫ</w:t>
            </w:r>
          </w:p>
        </w:tc>
      </w:tr>
      <w:tr w:rsidR="00312EE2" w:rsidRPr="00735198" w:rsidTr="00821747">
        <w:tc>
          <w:tcPr>
            <w:tcW w:w="4536" w:type="dxa"/>
            <w:gridSpan w:val="2"/>
          </w:tcPr>
          <w:p w:rsidR="00312EE2" w:rsidRPr="00735198" w:rsidRDefault="00312EE2" w:rsidP="00821747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:rsidR="00312EE2" w:rsidRPr="00735198" w:rsidRDefault="00312EE2" w:rsidP="00821747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470" w:type="dxa"/>
            <w:gridSpan w:val="2"/>
          </w:tcPr>
          <w:p w:rsidR="00312EE2" w:rsidRPr="00735198" w:rsidRDefault="00312EE2" w:rsidP="00821747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312EE2" w:rsidRPr="00735198" w:rsidTr="00821747">
        <w:tc>
          <w:tcPr>
            <w:tcW w:w="4536" w:type="dxa"/>
            <w:gridSpan w:val="2"/>
            <w:vAlign w:val="center"/>
          </w:tcPr>
          <w:p w:rsidR="00312EE2" w:rsidRPr="00735198" w:rsidRDefault="00312EE2" w:rsidP="00821747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 w:rsidRPr="00735198">
              <w:rPr>
                <w:spacing w:val="-6"/>
                <w:sz w:val="20"/>
                <w:szCs w:val="20"/>
              </w:rPr>
              <w:t>ул.</w:t>
            </w:r>
            <w:r>
              <w:rPr>
                <w:spacing w:val="-6"/>
                <w:sz w:val="20"/>
                <w:szCs w:val="20"/>
              </w:rPr>
              <w:t>Сафьян</w:t>
            </w:r>
            <w:r w:rsidRPr="00735198">
              <w:rPr>
                <w:spacing w:val="-6"/>
                <w:sz w:val="20"/>
                <w:szCs w:val="20"/>
              </w:rPr>
              <w:t>, д.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:rsidR="00312EE2" w:rsidRPr="00735198" w:rsidRDefault="00312EE2" w:rsidP="00821747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г</w:t>
            </w:r>
            <w:r w:rsidRPr="00735198">
              <w:rPr>
                <w:spacing w:val="-6"/>
                <w:sz w:val="20"/>
                <w:szCs w:val="20"/>
              </w:rPr>
              <w:t xml:space="preserve">. 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735198">
              <w:rPr>
                <w:spacing w:val="-6"/>
                <w:sz w:val="20"/>
                <w:szCs w:val="20"/>
              </w:rPr>
              <w:t>ь,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  <w:tc>
          <w:tcPr>
            <w:tcW w:w="817" w:type="dxa"/>
            <w:gridSpan w:val="3"/>
            <w:vAlign w:val="center"/>
          </w:tcPr>
          <w:p w:rsidR="00312EE2" w:rsidRPr="00735198" w:rsidRDefault="00312EE2" w:rsidP="00821747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312EE2" w:rsidRPr="00735198" w:rsidRDefault="00312EE2" w:rsidP="00821747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Сафьян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 xml:space="preserve"> урамы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 нче йорт, </w:t>
            </w:r>
          </w:p>
          <w:p w:rsidR="00312EE2" w:rsidRPr="00735198" w:rsidRDefault="00312EE2" w:rsidP="00821747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735198">
              <w:rPr>
                <w:spacing w:val="-6"/>
                <w:sz w:val="20"/>
                <w:szCs w:val="20"/>
              </w:rPr>
              <w:t>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</w:tr>
      <w:tr w:rsidR="00312EE2" w:rsidRPr="00735198" w:rsidTr="00821747">
        <w:trPr>
          <w:trHeight w:val="431"/>
        </w:trPr>
        <w:tc>
          <w:tcPr>
            <w:tcW w:w="4928" w:type="dxa"/>
            <w:gridSpan w:val="3"/>
          </w:tcPr>
          <w:p w:rsidR="00312EE2" w:rsidRPr="005020E5" w:rsidRDefault="00312EE2" w:rsidP="00821747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312EE2" w:rsidRPr="005020E5" w:rsidRDefault="00312EE2" w:rsidP="00821747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312EE2" w:rsidRPr="00735198" w:rsidTr="00821747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</w:tcPr>
          <w:p w:rsidR="00312EE2" w:rsidRPr="003615B0" w:rsidRDefault="00312EE2" w:rsidP="006C4A1A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 w:rsidRPr="005020E5">
              <w:rPr>
                <w:sz w:val="20"/>
                <w:szCs w:val="20"/>
              </w:rPr>
              <w:t>Тел.: (8</w:t>
            </w:r>
            <w:r w:rsidR="006C4A1A">
              <w:rPr>
                <w:sz w:val="20"/>
                <w:szCs w:val="20"/>
              </w:rPr>
              <w:t>43) 222-91-50, факс: (843) 222-91-51</w:t>
            </w:r>
            <w:r w:rsidRPr="005020E5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E</w:t>
            </w:r>
            <w:r w:rsidRPr="003615B0">
              <w:rPr>
                <w:sz w:val="20"/>
                <w:szCs w:val="20"/>
              </w:rPr>
              <w:t>-</w:t>
            </w:r>
            <w:r w:rsidRPr="005020E5">
              <w:rPr>
                <w:sz w:val="20"/>
                <w:szCs w:val="20"/>
                <w:lang w:val="en-US"/>
              </w:rPr>
              <w:t>mail</w:t>
            </w:r>
            <w:r w:rsidRPr="003615B0">
              <w:rPr>
                <w:sz w:val="20"/>
                <w:szCs w:val="20"/>
              </w:rPr>
              <w:t xml:space="preserve">: </w:t>
            </w:r>
            <w:r w:rsidRPr="005020E5">
              <w:rPr>
                <w:sz w:val="20"/>
                <w:szCs w:val="20"/>
                <w:lang w:val="en-US"/>
              </w:rPr>
              <w:t>mdmrt</w:t>
            </w:r>
            <w:r w:rsidRPr="003615B0">
              <w:rPr>
                <w:sz w:val="20"/>
                <w:szCs w:val="20"/>
              </w:rPr>
              <w:t>@</w:t>
            </w:r>
            <w:r w:rsidRPr="005020E5">
              <w:rPr>
                <w:sz w:val="20"/>
                <w:szCs w:val="20"/>
                <w:lang w:val="en-US"/>
              </w:rPr>
              <w:t>tatar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  <w:r w:rsidRPr="003615B0">
              <w:rPr>
                <w:sz w:val="20"/>
                <w:szCs w:val="20"/>
              </w:rPr>
              <w:t xml:space="preserve">, </w:t>
            </w:r>
            <w:r w:rsidRPr="005020E5">
              <w:rPr>
                <w:sz w:val="20"/>
                <w:szCs w:val="20"/>
                <w:lang w:val="en-US"/>
              </w:rPr>
              <w:t>http</w:t>
            </w:r>
            <w:r w:rsidRPr="003615B0"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minmol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tatarstan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</w:p>
        </w:tc>
      </w:tr>
      <w:tr w:rsidR="00312EE2" w:rsidRPr="00735198" w:rsidTr="00821747">
        <w:trPr>
          <w:gridBefore w:val="1"/>
          <w:gridAfter w:val="1"/>
          <w:wBefore w:w="108" w:type="dxa"/>
          <w:wAfter w:w="76" w:type="dxa"/>
        </w:trPr>
        <w:tc>
          <w:tcPr>
            <w:tcW w:w="4995" w:type="dxa"/>
            <w:gridSpan w:val="3"/>
            <w:tcBorders>
              <w:top w:val="single" w:sz="12" w:space="0" w:color="auto"/>
            </w:tcBorders>
          </w:tcPr>
          <w:p w:rsidR="00312EE2" w:rsidRPr="003615B0" w:rsidRDefault="00312EE2" w:rsidP="00821747">
            <w:pPr>
              <w:jc w:val="center"/>
              <w:rPr>
                <w:sz w:val="16"/>
              </w:rPr>
            </w:pPr>
          </w:p>
        </w:tc>
        <w:tc>
          <w:tcPr>
            <w:tcW w:w="4644" w:type="dxa"/>
            <w:gridSpan w:val="2"/>
            <w:tcBorders>
              <w:top w:val="single" w:sz="12" w:space="0" w:color="auto"/>
            </w:tcBorders>
          </w:tcPr>
          <w:p w:rsidR="00312EE2" w:rsidRPr="003615B0" w:rsidRDefault="00312EE2" w:rsidP="00821747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312EE2" w:rsidRPr="00735198" w:rsidTr="00821747">
        <w:trPr>
          <w:trHeight w:val="690"/>
        </w:trPr>
        <w:tc>
          <w:tcPr>
            <w:tcW w:w="5103" w:type="dxa"/>
            <w:gridSpan w:val="4"/>
          </w:tcPr>
          <w:p w:rsidR="00312EE2" w:rsidRPr="00735198" w:rsidRDefault="00312EE2" w:rsidP="00821747">
            <w:pPr>
              <w:spacing w:line="360" w:lineRule="auto"/>
              <w:ind w:left="142"/>
              <w:jc w:val="both"/>
            </w:pPr>
            <w:r w:rsidRPr="00735198">
              <w:t>______________ № ______________</w:t>
            </w:r>
          </w:p>
          <w:p w:rsidR="00312EE2" w:rsidRPr="00735198" w:rsidRDefault="00312EE2" w:rsidP="00821747">
            <w:pPr>
              <w:ind w:left="142"/>
              <w:jc w:val="both"/>
            </w:pPr>
            <w:r w:rsidRPr="00735198">
              <w:t>На № __________________________</w:t>
            </w:r>
          </w:p>
        </w:tc>
        <w:tc>
          <w:tcPr>
            <w:tcW w:w="4720" w:type="dxa"/>
            <w:gridSpan w:val="3"/>
          </w:tcPr>
          <w:p w:rsidR="00742B5E" w:rsidRDefault="00726183" w:rsidP="00742B5E">
            <w:pPr>
              <w:spacing w:line="276" w:lineRule="auto"/>
              <w:ind w:left="995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Главам </w:t>
            </w:r>
          </w:p>
          <w:p w:rsidR="00EA233D" w:rsidRDefault="00726183" w:rsidP="00742B5E">
            <w:pPr>
              <w:spacing w:line="276" w:lineRule="auto"/>
              <w:ind w:left="995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муниципальных образований </w:t>
            </w:r>
          </w:p>
          <w:p w:rsidR="00726183" w:rsidRPr="00726183" w:rsidRDefault="00726183" w:rsidP="00742B5E">
            <w:pPr>
              <w:spacing w:line="276" w:lineRule="auto"/>
              <w:ind w:left="995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Татарстан</w:t>
            </w:r>
          </w:p>
        </w:tc>
      </w:tr>
    </w:tbl>
    <w:p w:rsidR="00C7730E" w:rsidRDefault="00C7730E" w:rsidP="007E1E94">
      <w:pPr>
        <w:tabs>
          <w:tab w:val="left" w:pos="4665"/>
        </w:tabs>
        <w:ind w:right="-1"/>
        <w:contextualSpacing/>
        <w:jc w:val="center"/>
        <w:rPr>
          <w:b/>
          <w:sz w:val="28"/>
          <w:szCs w:val="28"/>
        </w:rPr>
      </w:pPr>
    </w:p>
    <w:p w:rsidR="00921CA6" w:rsidRPr="003A4FAC" w:rsidRDefault="00055C0C" w:rsidP="00A23BE1">
      <w:pPr>
        <w:tabs>
          <w:tab w:val="left" w:pos="4665"/>
        </w:tabs>
        <w:ind w:right="-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</w:t>
      </w:r>
      <w:r w:rsidR="00726183">
        <w:rPr>
          <w:b/>
          <w:sz w:val="28"/>
          <w:szCs w:val="28"/>
        </w:rPr>
        <w:t>ые</w:t>
      </w:r>
      <w:r>
        <w:rPr>
          <w:b/>
          <w:sz w:val="28"/>
          <w:szCs w:val="28"/>
        </w:rPr>
        <w:t xml:space="preserve"> </w:t>
      </w:r>
      <w:r w:rsidR="00726183">
        <w:rPr>
          <w:b/>
          <w:sz w:val="28"/>
          <w:szCs w:val="28"/>
        </w:rPr>
        <w:t>коллеги</w:t>
      </w:r>
      <w:r>
        <w:rPr>
          <w:b/>
          <w:sz w:val="28"/>
          <w:szCs w:val="28"/>
        </w:rPr>
        <w:t>!</w:t>
      </w:r>
    </w:p>
    <w:p w:rsidR="00CD32F9" w:rsidRDefault="00CD32F9" w:rsidP="00B935E5">
      <w:pPr>
        <w:ind w:firstLine="708"/>
        <w:jc w:val="center"/>
        <w:rPr>
          <w:sz w:val="28"/>
          <w:szCs w:val="28"/>
        </w:rPr>
      </w:pPr>
    </w:p>
    <w:p w:rsidR="00497890" w:rsidRPr="00890CF9" w:rsidRDefault="00890CF9" w:rsidP="00497890">
      <w:pPr>
        <w:spacing w:line="360" w:lineRule="auto"/>
        <w:ind w:firstLine="708"/>
        <w:jc w:val="both"/>
        <w:rPr>
          <w:sz w:val="28"/>
          <w:szCs w:val="28"/>
        </w:rPr>
      </w:pPr>
      <w:r w:rsidRPr="00890CF9">
        <w:rPr>
          <w:sz w:val="28"/>
          <w:szCs w:val="28"/>
        </w:rPr>
        <w:t>В дополнение к ранее направленным письмам от</w:t>
      </w:r>
      <w:r>
        <w:rPr>
          <w:sz w:val="28"/>
          <w:szCs w:val="28"/>
        </w:rPr>
        <w:t xml:space="preserve"> 13.03.2020 №1063/исх-ДФ,</w:t>
      </w:r>
      <w:r>
        <w:rPr>
          <w:sz w:val="28"/>
          <w:szCs w:val="28"/>
        </w:rPr>
        <w:br/>
        <w:t>от 30.04.2020 №1756/исх-ТС сообщаем следующее.</w:t>
      </w:r>
    </w:p>
    <w:p w:rsidR="00C82F67" w:rsidRDefault="00C82F67" w:rsidP="00726183">
      <w:pPr>
        <w:spacing w:line="360" w:lineRule="auto"/>
        <w:ind w:firstLine="708"/>
        <w:jc w:val="both"/>
        <w:rPr>
          <w:sz w:val="28"/>
          <w:szCs w:val="28"/>
        </w:rPr>
      </w:pPr>
      <w:r w:rsidRPr="00C82F67">
        <w:rPr>
          <w:sz w:val="28"/>
          <w:szCs w:val="28"/>
        </w:rPr>
        <w:t xml:space="preserve">В целях информирования граждан о событиях, проектах и </w:t>
      </w:r>
      <w:r>
        <w:rPr>
          <w:sz w:val="28"/>
          <w:szCs w:val="28"/>
        </w:rPr>
        <w:t>мероприятиях, посвященных празднованию 75-ой годовщины Победы в Великой Отечественной войне 1941-1945 годов</w:t>
      </w:r>
      <w:r w:rsidRPr="00C82F67">
        <w:rPr>
          <w:sz w:val="28"/>
          <w:szCs w:val="28"/>
        </w:rPr>
        <w:t xml:space="preserve"> в сети </w:t>
      </w:r>
      <w:r>
        <w:rPr>
          <w:sz w:val="28"/>
          <w:szCs w:val="28"/>
        </w:rPr>
        <w:t>«И</w:t>
      </w:r>
      <w:r w:rsidRPr="00C82F67">
        <w:rPr>
          <w:sz w:val="28"/>
          <w:szCs w:val="28"/>
        </w:rPr>
        <w:t>нтернет</w:t>
      </w:r>
      <w:r>
        <w:rPr>
          <w:sz w:val="28"/>
          <w:szCs w:val="28"/>
        </w:rPr>
        <w:t>»</w:t>
      </w:r>
      <w:r w:rsidRPr="00C82F67">
        <w:rPr>
          <w:sz w:val="28"/>
          <w:szCs w:val="28"/>
        </w:rPr>
        <w:t xml:space="preserve"> функционирует официальный сайт</w:t>
      </w:r>
      <w:r>
        <w:rPr>
          <w:sz w:val="28"/>
          <w:szCs w:val="28"/>
        </w:rPr>
        <w:t xml:space="preserve"> Исполнительной дирекции Года памяти и славы</w:t>
      </w:r>
      <w:r w:rsidRPr="00C82F67">
        <w:rPr>
          <w:sz w:val="28"/>
          <w:szCs w:val="28"/>
        </w:rPr>
        <w:t xml:space="preserve">: </w:t>
      </w:r>
      <w:hyperlink r:id="rId9" w:history="1">
        <w:r w:rsidRPr="00C82F67">
          <w:rPr>
            <w:rStyle w:val="a7"/>
            <w:sz w:val="28"/>
            <w:szCs w:val="28"/>
          </w:rPr>
          <w:t>https://год2020.рф</w:t>
        </w:r>
      </w:hyperlink>
      <w:r>
        <w:rPr>
          <w:sz w:val="28"/>
          <w:szCs w:val="28"/>
        </w:rPr>
        <w:t>.</w:t>
      </w:r>
    </w:p>
    <w:p w:rsidR="00C82F67" w:rsidRPr="00C82F67" w:rsidRDefault="00C82F67" w:rsidP="00C82F67">
      <w:pPr>
        <w:spacing w:line="360" w:lineRule="auto"/>
        <w:ind w:firstLine="708"/>
        <w:jc w:val="both"/>
        <w:rPr>
          <w:sz w:val="28"/>
          <w:szCs w:val="28"/>
        </w:rPr>
      </w:pPr>
      <w:r w:rsidRPr="00C82F67">
        <w:rPr>
          <w:sz w:val="28"/>
          <w:szCs w:val="28"/>
        </w:rPr>
        <w:t xml:space="preserve">На сайте размещаются </w:t>
      </w:r>
      <w:r w:rsidR="00DB65E7">
        <w:rPr>
          <w:sz w:val="28"/>
          <w:szCs w:val="28"/>
        </w:rPr>
        <w:t xml:space="preserve">актуальные </w:t>
      </w:r>
      <w:r w:rsidRPr="00C82F67">
        <w:rPr>
          <w:sz w:val="28"/>
          <w:szCs w:val="28"/>
        </w:rPr>
        <w:t xml:space="preserve">новости, информация о мероприятиях Года памяти и славы, официальные документы, </w:t>
      </w:r>
      <w:r w:rsidR="00DB65E7">
        <w:rPr>
          <w:sz w:val="28"/>
          <w:szCs w:val="28"/>
        </w:rPr>
        <w:t xml:space="preserve">а также </w:t>
      </w:r>
      <w:r w:rsidRPr="00C82F67">
        <w:rPr>
          <w:sz w:val="28"/>
          <w:szCs w:val="28"/>
        </w:rPr>
        <w:t xml:space="preserve">полезные ссылки на информационные ресурсы в сфере </w:t>
      </w:r>
      <w:r w:rsidR="00A3171E">
        <w:rPr>
          <w:sz w:val="28"/>
          <w:szCs w:val="28"/>
        </w:rPr>
        <w:t>сохранения исторической памяти.</w:t>
      </w:r>
    </w:p>
    <w:p w:rsidR="00726183" w:rsidRDefault="00DB65E7" w:rsidP="007261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82F67">
        <w:rPr>
          <w:sz w:val="28"/>
          <w:szCs w:val="28"/>
        </w:rPr>
        <w:t>ринимая во внимание</w:t>
      </w:r>
      <w:r>
        <w:rPr>
          <w:sz w:val="28"/>
          <w:szCs w:val="28"/>
        </w:rPr>
        <w:t xml:space="preserve"> роль </w:t>
      </w:r>
      <w:r w:rsidR="00C82F67">
        <w:rPr>
          <w:sz w:val="28"/>
          <w:szCs w:val="28"/>
        </w:rPr>
        <w:t>и значимость событий</w:t>
      </w:r>
      <w:r w:rsidR="00A3171E">
        <w:rPr>
          <w:sz w:val="28"/>
          <w:szCs w:val="28"/>
        </w:rPr>
        <w:t>,</w:t>
      </w:r>
      <w:r w:rsidR="00471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вышеизложенного </w:t>
      </w:r>
      <w:r w:rsidR="0047100E">
        <w:rPr>
          <w:sz w:val="28"/>
          <w:szCs w:val="28"/>
        </w:rPr>
        <w:t xml:space="preserve">просим оказать содействие и </w:t>
      </w:r>
      <w:r w:rsidR="00CD32F9">
        <w:rPr>
          <w:sz w:val="28"/>
          <w:szCs w:val="28"/>
        </w:rPr>
        <w:t>разместить</w:t>
      </w:r>
      <w:r w:rsidR="002A62BD">
        <w:rPr>
          <w:sz w:val="28"/>
          <w:szCs w:val="28"/>
        </w:rPr>
        <w:t xml:space="preserve"> </w:t>
      </w:r>
      <w:r w:rsidR="00CD32F9">
        <w:rPr>
          <w:sz w:val="28"/>
          <w:szCs w:val="28"/>
        </w:rPr>
        <w:t xml:space="preserve">на </w:t>
      </w:r>
      <w:r w:rsidR="00726183">
        <w:rPr>
          <w:sz w:val="28"/>
          <w:szCs w:val="28"/>
        </w:rPr>
        <w:t xml:space="preserve">официальном </w:t>
      </w:r>
      <w:r w:rsidR="00CD32F9">
        <w:rPr>
          <w:sz w:val="28"/>
          <w:szCs w:val="28"/>
        </w:rPr>
        <w:t xml:space="preserve">сайте </w:t>
      </w:r>
      <w:r w:rsidR="00726183">
        <w:rPr>
          <w:sz w:val="28"/>
          <w:szCs w:val="28"/>
        </w:rPr>
        <w:t xml:space="preserve">органа местного самоуправления </w:t>
      </w:r>
      <w:r w:rsidR="00CD32F9">
        <w:rPr>
          <w:sz w:val="28"/>
          <w:szCs w:val="28"/>
        </w:rPr>
        <w:t xml:space="preserve">Вашего </w:t>
      </w:r>
      <w:r w:rsidR="00726183">
        <w:rPr>
          <w:sz w:val="28"/>
          <w:szCs w:val="28"/>
        </w:rPr>
        <w:t xml:space="preserve">муниципального </w:t>
      </w:r>
      <w:r w:rsidR="00742B5E" w:rsidRPr="00742B5E">
        <w:rPr>
          <w:sz w:val="28"/>
          <w:szCs w:val="28"/>
        </w:rPr>
        <w:t xml:space="preserve">образования </w:t>
      </w:r>
      <w:r w:rsidR="00A3171E">
        <w:rPr>
          <w:sz w:val="28"/>
          <w:szCs w:val="28"/>
        </w:rPr>
        <w:t xml:space="preserve">статистический </w:t>
      </w:r>
      <w:r w:rsidR="00137769">
        <w:rPr>
          <w:sz w:val="28"/>
          <w:szCs w:val="28"/>
        </w:rPr>
        <w:t xml:space="preserve">баннер с переходом на сайт Года памяти и славы </w:t>
      </w:r>
      <w:hyperlink r:id="rId10" w:history="1">
        <w:r w:rsidR="00137769" w:rsidRPr="004C23D1">
          <w:rPr>
            <w:rStyle w:val="a7"/>
            <w:sz w:val="28"/>
            <w:szCs w:val="28"/>
          </w:rPr>
          <w:t>https://год2020.рф</w:t>
        </w:r>
      </w:hyperlink>
      <w:r w:rsidR="00137769" w:rsidRPr="00137769">
        <w:rPr>
          <w:rStyle w:val="a7"/>
          <w:color w:val="000000" w:themeColor="text1"/>
          <w:sz w:val="28"/>
          <w:szCs w:val="28"/>
          <w:u w:val="none"/>
        </w:rPr>
        <w:t>,</w:t>
      </w:r>
      <w:r w:rsidR="00137769" w:rsidRPr="00137769">
        <w:rPr>
          <w:rStyle w:val="a7"/>
          <w:sz w:val="28"/>
          <w:szCs w:val="28"/>
          <w:u w:val="none"/>
        </w:rPr>
        <w:t xml:space="preserve"> </w:t>
      </w:r>
      <w:r w:rsidR="00DB261C">
        <w:rPr>
          <w:rStyle w:val="a7"/>
          <w:sz w:val="28"/>
          <w:szCs w:val="28"/>
          <w:u w:val="none"/>
        </w:rPr>
        <w:br/>
      </w:r>
      <w:bookmarkStart w:id="0" w:name="_GoBack"/>
      <w:bookmarkEnd w:id="0"/>
      <w:r w:rsidR="00726183">
        <w:rPr>
          <w:sz w:val="28"/>
          <w:szCs w:val="28"/>
        </w:rPr>
        <w:t>а также предложить учреждениям государственной молодежной политики</w:t>
      </w:r>
      <w:r w:rsidR="00726183" w:rsidRPr="00726183">
        <w:rPr>
          <w:sz w:val="28"/>
          <w:szCs w:val="28"/>
        </w:rPr>
        <w:t xml:space="preserve"> </w:t>
      </w:r>
      <w:r w:rsidR="00726183">
        <w:rPr>
          <w:sz w:val="28"/>
          <w:szCs w:val="28"/>
        </w:rPr>
        <w:t>опубликовать данную информацию.</w:t>
      </w:r>
    </w:p>
    <w:p w:rsidR="00497890" w:rsidRDefault="00497890" w:rsidP="00C7730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4C23D1">
        <w:rPr>
          <w:sz w:val="28"/>
          <w:szCs w:val="28"/>
        </w:rPr>
        <w:t>3</w:t>
      </w:r>
      <w:r>
        <w:rPr>
          <w:sz w:val="28"/>
          <w:szCs w:val="28"/>
        </w:rPr>
        <w:t xml:space="preserve"> л. в 1 экз.</w:t>
      </w:r>
    </w:p>
    <w:p w:rsidR="00B348D7" w:rsidRDefault="00B348D7" w:rsidP="00137769">
      <w:pPr>
        <w:spacing w:line="276" w:lineRule="auto"/>
        <w:jc w:val="center"/>
        <w:rPr>
          <w:sz w:val="28"/>
          <w:szCs w:val="28"/>
        </w:rPr>
      </w:pPr>
    </w:p>
    <w:p w:rsidR="000C69E2" w:rsidRPr="00E92516" w:rsidRDefault="00726183" w:rsidP="00137769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Министр</w:t>
      </w:r>
      <w:r w:rsidR="00E92516">
        <w:rPr>
          <w:b/>
          <w:sz w:val="28"/>
        </w:rPr>
        <w:tab/>
      </w:r>
      <w:r w:rsidR="00E92516">
        <w:rPr>
          <w:b/>
          <w:sz w:val="28"/>
        </w:rPr>
        <w:tab/>
      </w:r>
      <w:r w:rsidR="00E92516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Д.И.Фаттахов</w:t>
      </w:r>
    </w:p>
    <w:p w:rsidR="00E10510" w:rsidRDefault="00E10510" w:rsidP="000C69E2">
      <w:pPr>
        <w:jc w:val="both"/>
      </w:pPr>
    </w:p>
    <w:p w:rsidR="00E10510" w:rsidRDefault="00E10510" w:rsidP="000C69E2">
      <w:pPr>
        <w:jc w:val="both"/>
      </w:pPr>
    </w:p>
    <w:p w:rsidR="00A3171E" w:rsidRDefault="00A3171E" w:rsidP="000C69E2">
      <w:pPr>
        <w:jc w:val="both"/>
      </w:pPr>
    </w:p>
    <w:p w:rsidR="00A3171E" w:rsidRDefault="00A3171E" w:rsidP="000C69E2">
      <w:pPr>
        <w:jc w:val="both"/>
      </w:pPr>
    </w:p>
    <w:p w:rsidR="00A3171E" w:rsidRDefault="00A3171E" w:rsidP="000C69E2">
      <w:pPr>
        <w:jc w:val="both"/>
      </w:pPr>
    </w:p>
    <w:p w:rsidR="00137769" w:rsidRDefault="00137769" w:rsidP="00946B1B">
      <w:pPr>
        <w:spacing w:line="276" w:lineRule="auto"/>
        <w:ind w:right="-1"/>
        <w:jc w:val="both"/>
        <w:rPr>
          <w:szCs w:val="28"/>
        </w:rPr>
      </w:pPr>
    </w:p>
    <w:p w:rsidR="00A04982" w:rsidRPr="00C45607" w:rsidRDefault="00A04982" w:rsidP="00946B1B">
      <w:pPr>
        <w:spacing w:line="276" w:lineRule="auto"/>
        <w:ind w:right="-1"/>
        <w:jc w:val="both"/>
        <w:rPr>
          <w:szCs w:val="28"/>
        </w:rPr>
      </w:pPr>
      <w:r>
        <w:rPr>
          <w:szCs w:val="28"/>
        </w:rPr>
        <w:t>В.Н.Хайруллов</w:t>
      </w:r>
    </w:p>
    <w:p w:rsidR="000C69E2" w:rsidRPr="0008572A" w:rsidRDefault="00A04982" w:rsidP="004C23D1">
      <w:pPr>
        <w:spacing w:line="276" w:lineRule="auto"/>
        <w:ind w:right="-1"/>
        <w:jc w:val="both"/>
        <w:rPr>
          <w:szCs w:val="28"/>
        </w:rPr>
      </w:pPr>
      <w:r>
        <w:rPr>
          <w:szCs w:val="28"/>
        </w:rPr>
        <w:t>8</w:t>
      </w:r>
      <w:r w:rsidR="00946B1B">
        <w:rPr>
          <w:szCs w:val="28"/>
        </w:rPr>
        <w:t xml:space="preserve"> </w:t>
      </w:r>
      <w:r>
        <w:rPr>
          <w:szCs w:val="28"/>
        </w:rPr>
        <w:t>(843)</w:t>
      </w:r>
      <w:r w:rsidR="00946B1B">
        <w:rPr>
          <w:szCs w:val="28"/>
        </w:rPr>
        <w:t xml:space="preserve"> </w:t>
      </w:r>
      <w:r w:rsidR="004C23D1">
        <w:rPr>
          <w:szCs w:val="28"/>
        </w:rPr>
        <w:t>222 92 14</w:t>
      </w:r>
    </w:p>
    <w:sectPr w:rsidR="000C69E2" w:rsidRPr="0008572A" w:rsidSect="00137769">
      <w:pgSz w:w="11906" w:h="16838" w:code="9"/>
      <w:pgMar w:top="1134" w:right="567" w:bottom="567" w:left="1134" w:header="709" w:footer="10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CB" w:rsidRDefault="00CF2FCB">
      <w:r>
        <w:separator/>
      </w:r>
    </w:p>
  </w:endnote>
  <w:endnote w:type="continuationSeparator" w:id="0">
    <w:p w:rsidR="00CF2FCB" w:rsidRDefault="00CF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CB" w:rsidRDefault="00CF2FCB">
      <w:r>
        <w:separator/>
      </w:r>
    </w:p>
  </w:footnote>
  <w:footnote w:type="continuationSeparator" w:id="0">
    <w:p w:rsidR="00CF2FCB" w:rsidRDefault="00CF2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4EC2"/>
    <w:multiLevelType w:val="hybridMultilevel"/>
    <w:tmpl w:val="FAD083E2"/>
    <w:lvl w:ilvl="0" w:tplc="FCC46E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640B0"/>
    <w:multiLevelType w:val="hybridMultilevel"/>
    <w:tmpl w:val="E46450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54B6488"/>
    <w:multiLevelType w:val="hybridMultilevel"/>
    <w:tmpl w:val="A30EB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05691D"/>
    <w:multiLevelType w:val="hybridMultilevel"/>
    <w:tmpl w:val="A09CFB66"/>
    <w:lvl w:ilvl="0" w:tplc="986E4888">
      <w:start w:val="1"/>
      <w:numFmt w:val="decimal"/>
      <w:lvlText w:val="%1."/>
      <w:lvlJc w:val="left"/>
      <w:pPr>
        <w:tabs>
          <w:tab w:val="num" w:pos="4250"/>
        </w:tabs>
        <w:ind w:left="1247" w:hanging="124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AF3A17"/>
    <w:multiLevelType w:val="hybridMultilevel"/>
    <w:tmpl w:val="80ACD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406A4A"/>
    <w:multiLevelType w:val="hybridMultilevel"/>
    <w:tmpl w:val="BD5C1AC2"/>
    <w:lvl w:ilvl="0" w:tplc="97148902">
      <w:start w:val="1"/>
      <w:numFmt w:val="decimal"/>
      <w:suff w:val="space"/>
      <w:lvlText w:val="%1."/>
      <w:lvlJc w:val="left"/>
      <w:pPr>
        <w:ind w:left="102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ind w:left="6783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CB"/>
    <w:rsid w:val="000001EB"/>
    <w:rsid w:val="00001A4C"/>
    <w:rsid w:val="00005757"/>
    <w:rsid w:val="0001075A"/>
    <w:rsid w:val="0001118B"/>
    <w:rsid w:val="000126B9"/>
    <w:rsid w:val="00017E57"/>
    <w:rsid w:val="0002178E"/>
    <w:rsid w:val="000251F6"/>
    <w:rsid w:val="00025216"/>
    <w:rsid w:val="00031F77"/>
    <w:rsid w:val="0003639E"/>
    <w:rsid w:val="00043BA5"/>
    <w:rsid w:val="00046779"/>
    <w:rsid w:val="00055C0C"/>
    <w:rsid w:val="0005715B"/>
    <w:rsid w:val="00057BE1"/>
    <w:rsid w:val="000679BC"/>
    <w:rsid w:val="00077C17"/>
    <w:rsid w:val="00090B81"/>
    <w:rsid w:val="00091A74"/>
    <w:rsid w:val="00092318"/>
    <w:rsid w:val="00093EC1"/>
    <w:rsid w:val="000B1A17"/>
    <w:rsid w:val="000C0A7A"/>
    <w:rsid w:val="000C3331"/>
    <w:rsid w:val="000C69E2"/>
    <w:rsid w:val="000D27C1"/>
    <w:rsid w:val="000D55BD"/>
    <w:rsid w:val="000D6188"/>
    <w:rsid w:val="000E1E4C"/>
    <w:rsid w:val="000E2601"/>
    <w:rsid w:val="000E392C"/>
    <w:rsid w:val="000E396E"/>
    <w:rsid w:val="000E5C20"/>
    <w:rsid w:val="000E65F2"/>
    <w:rsid w:val="00100087"/>
    <w:rsid w:val="001016EA"/>
    <w:rsid w:val="001123F8"/>
    <w:rsid w:val="00114A30"/>
    <w:rsid w:val="001178F2"/>
    <w:rsid w:val="001223F3"/>
    <w:rsid w:val="00134CE4"/>
    <w:rsid w:val="0013544A"/>
    <w:rsid w:val="00137769"/>
    <w:rsid w:val="001458AC"/>
    <w:rsid w:val="00146D9B"/>
    <w:rsid w:val="00150120"/>
    <w:rsid w:val="00154A0B"/>
    <w:rsid w:val="00155765"/>
    <w:rsid w:val="00165D44"/>
    <w:rsid w:val="0018152B"/>
    <w:rsid w:val="00181A7C"/>
    <w:rsid w:val="00182872"/>
    <w:rsid w:val="00186271"/>
    <w:rsid w:val="00195B58"/>
    <w:rsid w:val="0019752B"/>
    <w:rsid w:val="001A0A77"/>
    <w:rsid w:val="001B165E"/>
    <w:rsid w:val="001D0A36"/>
    <w:rsid w:val="001D1732"/>
    <w:rsid w:val="001D598C"/>
    <w:rsid w:val="001E25E9"/>
    <w:rsid w:val="001E55AA"/>
    <w:rsid w:val="001E5AB6"/>
    <w:rsid w:val="001F307B"/>
    <w:rsid w:val="001F468C"/>
    <w:rsid w:val="002038FE"/>
    <w:rsid w:val="00207EF8"/>
    <w:rsid w:val="002124D1"/>
    <w:rsid w:val="00222EB6"/>
    <w:rsid w:val="00226C91"/>
    <w:rsid w:val="00242C1F"/>
    <w:rsid w:val="00246503"/>
    <w:rsid w:val="00251EB5"/>
    <w:rsid w:val="00252EEF"/>
    <w:rsid w:val="00265F99"/>
    <w:rsid w:val="002667D9"/>
    <w:rsid w:val="00267029"/>
    <w:rsid w:val="00273CA2"/>
    <w:rsid w:val="00275906"/>
    <w:rsid w:val="00277B97"/>
    <w:rsid w:val="00280AA0"/>
    <w:rsid w:val="00285428"/>
    <w:rsid w:val="00287B8B"/>
    <w:rsid w:val="00293245"/>
    <w:rsid w:val="00294BB4"/>
    <w:rsid w:val="0029590A"/>
    <w:rsid w:val="002967E9"/>
    <w:rsid w:val="002973C7"/>
    <w:rsid w:val="002A34C8"/>
    <w:rsid w:val="002A62BD"/>
    <w:rsid w:val="002B22E8"/>
    <w:rsid w:val="002B64AA"/>
    <w:rsid w:val="002C4F24"/>
    <w:rsid w:val="002D5516"/>
    <w:rsid w:val="002E21A3"/>
    <w:rsid w:val="002F56F5"/>
    <w:rsid w:val="00312EE2"/>
    <w:rsid w:val="00313A4D"/>
    <w:rsid w:val="00314129"/>
    <w:rsid w:val="00320C0F"/>
    <w:rsid w:val="0032258C"/>
    <w:rsid w:val="00325544"/>
    <w:rsid w:val="003300D0"/>
    <w:rsid w:val="00337922"/>
    <w:rsid w:val="00346089"/>
    <w:rsid w:val="0034676F"/>
    <w:rsid w:val="0034797B"/>
    <w:rsid w:val="00350600"/>
    <w:rsid w:val="00357875"/>
    <w:rsid w:val="00372A2C"/>
    <w:rsid w:val="00374FC5"/>
    <w:rsid w:val="003750E6"/>
    <w:rsid w:val="003776CB"/>
    <w:rsid w:val="00393AF5"/>
    <w:rsid w:val="003A4FAC"/>
    <w:rsid w:val="003A5BBC"/>
    <w:rsid w:val="003A6725"/>
    <w:rsid w:val="003B0FC6"/>
    <w:rsid w:val="003B1E7D"/>
    <w:rsid w:val="003B6AAD"/>
    <w:rsid w:val="003C25E0"/>
    <w:rsid w:val="003C26CD"/>
    <w:rsid w:val="003C3D0D"/>
    <w:rsid w:val="003C5D22"/>
    <w:rsid w:val="003D4B9E"/>
    <w:rsid w:val="003D7158"/>
    <w:rsid w:val="003E2074"/>
    <w:rsid w:val="003F4568"/>
    <w:rsid w:val="003F5AEE"/>
    <w:rsid w:val="003F7081"/>
    <w:rsid w:val="00403B26"/>
    <w:rsid w:val="00404A73"/>
    <w:rsid w:val="00404B6F"/>
    <w:rsid w:val="0041200B"/>
    <w:rsid w:val="00414E24"/>
    <w:rsid w:val="00416818"/>
    <w:rsid w:val="004307F9"/>
    <w:rsid w:val="0043220D"/>
    <w:rsid w:val="00433B9E"/>
    <w:rsid w:val="00437584"/>
    <w:rsid w:val="004468DD"/>
    <w:rsid w:val="004536A2"/>
    <w:rsid w:val="00453AEB"/>
    <w:rsid w:val="00460C64"/>
    <w:rsid w:val="00464664"/>
    <w:rsid w:val="0047100E"/>
    <w:rsid w:val="0049328A"/>
    <w:rsid w:val="00495F34"/>
    <w:rsid w:val="00497890"/>
    <w:rsid w:val="004C23D1"/>
    <w:rsid w:val="004D4074"/>
    <w:rsid w:val="004E280E"/>
    <w:rsid w:val="004E42D8"/>
    <w:rsid w:val="004E7C75"/>
    <w:rsid w:val="004F64A7"/>
    <w:rsid w:val="004F75C4"/>
    <w:rsid w:val="005005E0"/>
    <w:rsid w:val="00521E8B"/>
    <w:rsid w:val="0052210A"/>
    <w:rsid w:val="00523379"/>
    <w:rsid w:val="005235EF"/>
    <w:rsid w:val="00525C3A"/>
    <w:rsid w:val="00533FDD"/>
    <w:rsid w:val="00534134"/>
    <w:rsid w:val="00536FDC"/>
    <w:rsid w:val="005401CD"/>
    <w:rsid w:val="00542F8B"/>
    <w:rsid w:val="005518AC"/>
    <w:rsid w:val="005522D8"/>
    <w:rsid w:val="005620E6"/>
    <w:rsid w:val="00564EEB"/>
    <w:rsid w:val="00566A57"/>
    <w:rsid w:val="00571B92"/>
    <w:rsid w:val="00571DCE"/>
    <w:rsid w:val="00576B04"/>
    <w:rsid w:val="00594755"/>
    <w:rsid w:val="005A3203"/>
    <w:rsid w:val="005B2357"/>
    <w:rsid w:val="005B4E32"/>
    <w:rsid w:val="005C4A4B"/>
    <w:rsid w:val="005D05E6"/>
    <w:rsid w:val="005D1E8C"/>
    <w:rsid w:val="005D236B"/>
    <w:rsid w:val="005D4D90"/>
    <w:rsid w:val="005E0DD7"/>
    <w:rsid w:val="005F0712"/>
    <w:rsid w:val="005F3624"/>
    <w:rsid w:val="005F490D"/>
    <w:rsid w:val="005F6081"/>
    <w:rsid w:val="005F6661"/>
    <w:rsid w:val="00600909"/>
    <w:rsid w:val="00614BF3"/>
    <w:rsid w:val="00622DA1"/>
    <w:rsid w:val="00630521"/>
    <w:rsid w:val="00636209"/>
    <w:rsid w:val="006363E8"/>
    <w:rsid w:val="00641C69"/>
    <w:rsid w:val="00642566"/>
    <w:rsid w:val="00642C96"/>
    <w:rsid w:val="00643B74"/>
    <w:rsid w:val="00646109"/>
    <w:rsid w:val="00650C78"/>
    <w:rsid w:val="00651563"/>
    <w:rsid w:val="006537B9"/>
    <w:rsid w:val="00656975"/>
    <w:rsid w:val="0068188B"/>
    <w:rsid w:val="006845F6"/>
    <w:rsid w:val="00693145"/>
    <w:rsid w:val="0069422A"/>
    <w:rsid w:val="006A40F5"/>
    <w:rsid w:val="006A4AE7"/>
    <w:rsid w:val="006B67AC"/>
    <w:rsid w:val="006C4A1A"/>
    <w:rsid w:val="006C4BBE"/>
    <w:rsid w:val="006C505F"/>
    <w:rsid w:val="006C643B"/>
    <w:rsid w:val="006E192C"/>
    <w:rsid w:val="006E35DE"/>
    <w:rsid w:val="006E3F88"/>
    <w:rsid w:val="006E6029"/>
    <w:rsid w:val="006E7534"/>
    <w:rsid w:val="006E7EC4"/>
    <w:rsid w:val="006F27C9"/>
    <w:rsid w:val="006F72A4"/>
    <w:rsid w:val="007158D1"/>
    <w:rsid w:val="00715AD8"/>
    <w:rsid w:val="00715E8E"/>
    <w:rsid w:val="00717FC7"/>
    <w:rsid w:val="00726183"/>
    <w:rsid w:val="00732C48"/>
    <w:rsid w:val="00734B09"/>
    <w:rsid w:val="00737B17"/>
    <w:rsid w:val="00742B5E"/>
    <w:rsid w:val="007466AA"/>
    <w:rsid w:val="00754C92"/>
    <w:rsid w:val="00761D86"/>
    <w:rsid w:val="0078363C"/>
    <w:rsid w:val="00783B17"/>
    <w:rsid w:val="00784875"/>
    <w:rsid w:val="00787A22"/>
    <w:rsid w:val="007B0359"/>
    <w:rsid w:val="007B2322"/>
    <w:rsid w:val="007C4A19"/>
    <w:rsid w:val="007C5799"/>
    <w:rsid w:val="007C70A5"/>
    <w:rsid w:val="007D141D"/>
    <w:rsid w:val="007D1B67"/>
    <w:rsid w:val="007E19C8"/>
    <w:rsid w:val="007E1E94"/>
    <w:rsid w:val="007E24BE"/>
    <w:rsid w:val="007E5571"/>
    <w:rsid w:val="007F0EFA"/>
    <w:rsid w:val="007F22C3"/>
    <w:rsid w:val="007F4BE4"/>
    <w:rsid w:val="007F7323"/>
    <w:rsid w:val="00804C26"/>
    <w:rsid w:val="00807DBA"/>
    <w:rsid w:val="00812E12"/>
    <w:rsid w:val="00824658"/>
    <w:rsid w:val="00826154"/>
    <w:rsid w:val="00827528"/>
    <w:rsid w:val="00832B27"/>
    <w:rsid w:val="0083477B"/>
    <w:rsid w:val="00835A82"/>
    <w:rsid w:val="008441B0"/>
    <w:rsid w:val="00845CE9"/>
    <w:rsid w:val="00847044"/>
    <w:rsid w:val="008540C9"/>
    <w:rsid w:val="00860DAC"/>
    <w:rsid w:val="0086462D"/>
    <w:rsid w:val="00867345"/>
    <w:rsid w:val="008707C5"/>
    <w:rsid w:val="00890CF9"/>
    <w:rsid w:val="008914D9"/>
    <w:rsid w:val="008A7A68"/>
    <w:rsid w:val="008B7FA9"/>
    <w:rsid w:val="008C0BBD"/>
    <w:rsid w:val="008C5540"/>
    <w:rsid w:val="008D44DB"/>
    <w:rsid w:val="008F2BEF"/>
    <w:rsid w:val="008F55CB"/>
    <w:rsid w:val="00902905"/>
    <w:rsid w:val="00906449"/>
    <w:rsid w:val="00907E1C"/>
    <w:rsid w:val="00920F82"/>
    <w:rsid w:val="00921BA8"/>
    <w:rsid w:val="00921CA6"/>
    <w:rsid w:val="009273FF"/>
    <w:rsid w:val="00944501"/>
    <w:rsid w:val="0094503C"/>
    <w:rsid w:val="009454E5"/>
    <w:rsid w:val="00945CB1"/>
    <w:rsid w:val="00946385"/>
    <w:rsid w:val="00946B1B"/>
    <w:rsid w:val="00947C12"/>
    <w:rsid w:val="0096301F"/>
    <w:rsid w:val="0096697B"/>
    <w:rsid w:val="00967517"/>
    <w:rsid w:val="00973EF9"/>
    <w:rsid w:val="00981C42"/>
    <w:rsid w:val="0099087C"/>
    <w:rsid w:val="00994C7C"/>
    <w:rsid w:val="00996175"/>
    <w:rsid w:val="009A1296"/>
    <w:rsid w:val="009A37E8"/>
    <w:rsid w:val="009A423C"/>
    <w:rsid w:val="009B3075"/>
    <w:rsid w:val="009B3D82"/>
    <w:rsid w:val="009B51CF"/>
    <w:rsid w:val="009C0500"/>
    <w:rsid w:val="009C06E0"/>
    <w:rsid w:val="009D4179"/>
    <w:rsid w:val="009E0B73"/>
    <w:rsid w:val="009E4C5C"/>
    <w:rsid w:val="009E55CB"/>
    <w:rsid w:val="009E77FE"/>
    <w:rsid w:val="00A0271C"/>
    <w:rsid w:val="00A03052"/>
    <w:rsid w:val="00A04982"/>
    <w:rsid w:val="00A058CA"/>
    <w:rsid w:val="00A06648"/>
    <w:rsid w:val="00A1022D"/>
    <w:rsid w:val="00A11209"/>
    <w:rsid w:val="00A11AB8"/>
    <w:rsid w:val="00A15F3A"/>
    <w:rsid w:val="00A17790"/>
    <w:rsid w:val="00A23BE1"/>
    <w:rsid w:val="00A24B40"/>
    <w:rsid w:val="00A254C3"/>
    <w:rsid w:val="00A3171E"/>
    <w:rsid w:val="00A3715D"/>
    <w:rsid w:val="00A3730C"/>
    <w:rsid w:val="00A37E90"/>
    <w:rsid w:val="00A40DF0"/>
    <w:rsid w:val="00A43099"/>
    <w:rsid w:val="00A46818"/>
    <w:rsid w:val="00A46D18"/>
    <w:rsid w:val="00A567F4"/>
    <w:rsid w:val="00A571B0"/>
    <w:rsid w:val="00A57365"/>
    <w:rsid w:val="00A72528"/>
    <w:rsid w:val="00A80CC6"/>
    <w:rsid w:val="00A826A2"/>
    <w:rsid w:val="00A90B97"/>
    <w:rsid w:val="00A933B6"/>
    <w:rsid w:val="00A93E2E"/>
    <w:rsid w:val="00A94F29"/>
    <w:rsid w:val="00A959A3"/>
    <w:rsid w:val="00A95F64"/>
    <w:rsid w:val="00AA07BF"/>
    <w:rsid w:val="00AC5903"/>
    <w:rsid w:val="00AC7893"/>
    <w:rsid w:val="00AE3E9D"/>
    <w:rsid w:val="00AF08F7"/>
    <w:rsid w:val="00AF3B62"/>
    <w:rsid w:val="00AF4AC9"/>
    <w:rsid w:val="00AF4EE7"/>
    <w:rsid w:val="00B00F53"/>
    <w:rsid w:val="00B05933"/>
    <w:rsid w:val="00B1038A"/>
    <w:rsid w:val="00B1550B"/>
    <w:rsid w:val="00B2303D"/>
    <w:rsid w:val="00B24436"/>
    <w:rsid w:val="00B33462"/>
    <w:rsid w:val="00B348D7"/>
    <w:rsid w:val="00B34A54"/>
    <w:rsid w:val="00B40CCA"/>
    <w:rsid w:val="00B44C34"/>
    <w:rsid w:val="00B661DE"/>
    <w:rsid w:val="00B713D9"/>
    <w:rsid w:val="00B8552B"/>
    <w:rsid w:val="00B85D1E"/>
    <w:rsid w:val="00B909F2"/>
    <w:rsid w:val="00B91922"/>
    <w:rsid w:val="00B935E5"/>
    <w:rsid w:val="00BA72DD"/>
    <w:rsid w:val="00BB3D55"/>
    <w:rsid w:val="00BB607A"/>
    <w:rsid w:val="00BB7711"/>
    <w:rsid w:val="00BC06A4"/>
    <w:rsid w:val="00BC264C"/>
    <w:rsid w:val="00BC2AA7"/>
    <w:rsid w:val="00BD13D3"/>
    <w:rsid w:val="00BD2039"/>
    <w:rsid w:val="00BE2097"/>
    <w:rsid w:val="00BE4368"/>
    <w:rsid w:val="00BF3C18"/>
    <w:rsid w:val="00BF63AF"/>
    <w:rsid w:val="00C00014"/>
    <w:rsid w:val="00C06E29"/>
    <w:rsid w:val="00C07C16"/>
    <w:rsid w:val="00C10694"/>
    <w:rsid w:val="00C138A0"/>
    <w:rsid w:val="00C173D8"/>
    <w:rsid w:val="00C20382"/>
    <w:rsid w:val="00C3485A"/>
    <w:rsid w:val="00C37DF6"/>
    <w:rsid w:val="00C42489"/>
    <w:rsid w:val="00C46E90"/>
    <w:rsid w:val="00C50994"/>
    <w:rsid w:val="00C5628C"/>
    <w:rsid w:val="00C60E4B"/>
    <w:rsid w:val="00C67861"/>
    <w:rsid w:val="00C67FEE"/>
    <w:rsid w:val="00C70D50"/>
    <w:rsid w:val="00C77057"/>
    <w:rsid w:val="00C7730E"/>
    <w:rsid w:val="00C82F67"/>
    <w:rsid w:val="00CA0844"/>
    <w:rsid w:val="00CA2A9C"/>
    <w:rsid w:val="00CB358C"/>
    <w:rsid w:val="00CB393C"/>
    <w:rsid w:val="00CB7280"/>
    <w:rsid w:val="00CB7672"/>
    <w:rsid w:val="00CC064D"/>
    <w:rsid w:val="00CC5851"/>
    <w:rsid w:val="00CD130E"/>
    <w:rsid w:val="00CD32F9"/>
    <w:rsid w:val="00CE30C9"/>
    <w:rsid w:val="00CF1F27"/>
    <w:rsid w:val="00CF242F"/>
    <w:rsid w:val="00CF2FCB"/>
    <w:rsid w:val="00D030BF"/>
    <w:rsid w:val="00D078CA"/>
    <w:rsid w:val="00D07AF7"/>
    <w:rsid w:val="00D108BC"/>
    <w:rsid w:val="00D10FD8"/>
    <w:rsid w:val="00D12739"/>
    <w:rsid w:val="00D21E01"/>
    <w:rsid w:val="00D22D8D"/>
    <w:rsid w:val="00D3400D"/>
    <w:rsid w:val="00D37FEC"/>
    <w:rsid w:val="00D459AF"/>
    <w:rsid w:val="00D53A86"/>
    <w:rsid w:val="00D562BC"/>
    <w:rsid w:val="00D73FBD"/>
    <w:rsid w:val="00D75416"/>
    <w:rsid w:val="00D75828"/>
    <w:rsid w:val="00D83F48"/>
    <w:rsid w:val="00D92ED0"/>
    <w:rsid w:val="00D9346B"/>
    <w:rsid w:val="00D934A9"/>
    <w:rsid w:val="00D97001"/>
    <w:rsid w:val="00DB261C"/>
    <w:rsid w:val="00DB65E7"/>
    <w:rsid w:val="00DC598F"/>
    <w:rsid w:val="00DD26AA"/>
    <w:rsid w:val="00DD4682"/>
    <w:rsid w:val="00DD623C"/>
    <w:rsid w:val="00DE01C1"/>
    <w:rsid w:val="00DE3689"/>
    <w:rsid w:val="00DE370B"/>
    <w:rsid w:val="00DF0986"/>
    <w:rsid w:val="00DF459D"/>
    <w:rsid w:val="00DF753F"/>
    <w:rsid w:val="00E0029D"/>
    <w:rsid w:val="00E071A2"/>
    <w:rsid w:val="00E10510"/>
    <w:rsid w:val="00E10557"/>
    <w:rsid w:val="00E1402C"/>
    <w:rsid w:val="00E16C78"/>
    <w:rsid w:val="00E17EE5"/>
    <w:rsid w:val="00E25C7E"/>
    <w:rsid w:val="00E30E15"/>
    <w:rsid w:val="00E32C1B"/>
    <w:rsid w:val="00E3431C"/>
    <w:rsid w:val="00E35C73"/>
    <w:rsid w:val="00E36E8B"/>
    <w:rsid w:val="00E56731"/>
    <w:rsid w:val="00E614FF"/>
    <w:rsid w:val="00E6556B"/>
    <w:rsid w:val="00E655C8"/>
    <w:rsid w:val="00E66A78"/>
    <w:rsid w:val="00E66DD0"/>
    <w:rsid w:val="00E67374"/>
    <w:rsid w:val="00E71A9C"/>
    <w:rsid w:val="00E730E8"/>
    <w:rsid w:val="00E8054C"/>
    <w:rsid w:val="00E8094F"/>
    <w:rsid w:val="00E81CE4"/>
    <w:rsid w:val="00E82228"/>
    <w:rsid w:val="00E92516"/>
    <w:rsid w:val="00E94A5C"/>
    <w:rsid w:val="00E96A87"/>
    <w:rsid w:val="00EA233D"/>
    <w:rsid w:val="00EA699E"/>
    <w:rsid w:val="00EB18C7"/>
    <w:rsid w:val="00EB5EF5"/>
    <w:rsid w:val="00ED0128"/>
    <w:rsid w:val="00ED2512"/>
    <w:rsid w:val="00ED52E4"/>
    <w:rsid w:val="00ED6307"/>
    <w:rsid w:val="00ED7D01"/>
    <w:rsid w:val="00EE200E"/>
    <w:rsid w:val="00EE271D"/>
    <w:rsid w:val="00F03A7D"/>
    <w:rsid w:val="00F04A45"/>
    <w:rsid w:val="00F06CD4"/>
    <w:rsid w:val="00F0719C"/>
    <w:rsid w:val="00F20A9D"/>
    <w:rsid w:val="00F20AFB"/>
    <w:rsid w:val="00F2216A"/>
    <w:rsid w:val="00F229EF"/>
    <w:rsid w:val="00F34DBC"/>
    <w:rsid w:val="00F3719F"/>
    <w:rsid w:val="00F42721"/>
    <w:rsid w:val="00F53FE8"/>
    <w:rsid w:val="00F55270"/>
    <w:rsid w:val="00F56986"/>
    <w:rsid w:val="00F70BAE"/>
    <w:rsid w:val="00F75D89"/>
    <w:rsid w:val="00F815FC"/>
    <w:rsid w:val="00F83900"/>
    <w:rsid w:val="00F8450A"/>
    <w:rsid w:val="00F97B42"/>
    <w:rsid w:val="00FA1618"/>
    <w:rsid w:val="00FA3045"/>
    <w:rsid w:val="00FA3882"/>
    <w:rsid w:val="00FA45FF"/>
    <w:rsid w:val="00FA5063"/>
    <w:rsid w:val="00FA518A"/>
    <w:rsid w:val="00FA556F"/>
    <w:rsid w:val="00FA6984"/>
    <w:rsid w:val="00FA7B22"/>
    <w:rsid w:val="00FB4932"/>
    <w:rsid w:val="00FB49BE"/>
    <w:rsid w:val="00FB61C0"/>
    <w:rsid w:val="00FB716C"/>
    <w:rsid w:val="00FD1B44"/>
    <w:rsid w:val="00FD26AD"/>
    <w:rsid w:val="00FD4CBC"/>
    <w:rsid w:val="00FD5A67"/>
    <w:rsid w:val="00FD6A63"/>
    <w:rsid w:val="00FE3BAC"/>
    <w:rsid w:val="00FF6108"/>
    <w:rsid w:val="00FF6671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0E4887"/>
  <w15:docId w15:val="{D3620B9D-DB86-4F9F-838B-C62CD0D8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2E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70BA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F70BAE"/>
    <w:pPr>
      <w:keepNext/>
      <w:ind w:left="5940"/>
      <w:outlineLvl w:val="2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673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39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DE370B"/>
    <w:rPr>
      <w:color w:val="0000FF"/>
      <w:u w:val="single"/>
    </w:rPr>
  </w:style>
  <w:style w:type="paragraph" w:styleId="a8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F70BAE"/>
    <w:rPr>
      <w:b/>
      <w:bCs/>
      <w:sz w:val="28"/>
      <w:szCs w:val="24"/>
    </w:rPr>
  </w:style>
  <w:style w:type="character" w:customStyle="1" w:styleId="30">
    <w:name w:val="Заголовок 3 Знак"/>
    <w:link w:val="3"/>
    <w:rsid w:val="00F70BAE"/>
    <w:rPr>
      <w:color w:val="FF0000"/>
      <w:sz w:val="28"/>
      <w:szCs w:val="24"/>
    </w:rPr>
  </w:style>
  <w:style w:type="character" w:customStyle="1" w:styleId="apple-converted-space">
    <w:name w:val="apple-converted-space"/>
    <w:rsid w:val="00314129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11AB8"/>
    <w:rPr>
      <w:sz w:val="24"/>
      <w:szCs w:val="24"/>
    </w:rPr>
  </w:style>
  <w:style w:type="paragraph" w:styleId="31">
    <w:name w:val="Body Text Indent 3"/>
    <w:basedOn w:val="a"/>
    <w:link w:val="32"/>
    <w:rsid w:val="00CB393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B393C"/>
    <w:rPr>
      <w:sz w:val="16"/>
      <w:szCs w:val="16"/>
    </w:rPr>
  </w:style>
  <w:style w:type="paragraph" w:styleId="a9">
    <w:name w:val="Body Text Indent"/>
    <w:basedOn w:val="a"/>
    <w:link w:val="aa"/>
    <w:rsid w:val="00860DA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60DAC"/>
    <w:rPr>
      <w:sz w:val="24"/>
      <w:szCs w:val="24"/>
    </w:rPr>
  </w:style>
  <w:style w:type="paragraph" w:styleId="ab">
    <w:name w:val="List Paragraph"/>
    <w:basedOn w:val="a"/>
    <w:uiPriority w:val="34"/>
    <w:qFormat/>
    <w:rsid w:val="004468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andard">
    <w:name w:val="Standard"/>
    <w:rsid w:val="00D9346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styleId="ac">
    <w:name w:val="Emphasis"/>
    <w:basedOn w:val="a0"/>
    <w:rsid w:val="00D9346B"/>
    <w:rPr>
      <w:i/>
      <w:iCs/>
    </w:rPr>
  </w:style>
  <w:style w:type="character" w:styleId="ad">
    <w:name w:val="page number"/>
    <w:basedOn w:val="a0"/>
    <w:rsid w:val="00055C0C"/>
  </w:style>
  <w:style w:type="paragraph" w:styleId="ae">
    <w:name w:val="No Spacing"/>
    <w:uiPriority w:val="1"/>
    <w:qFormat/>
    <w:rsid w:val="00525C3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52E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semiHidden/>
    <w:unhideWhenUsed/>
    <w:rsid w:val="004C23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30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32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&#1075;&#1086;&#1076;2020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75;&#1086;&#1076;2020.&#1088;&#109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2;&#1086;&#1080;%20&#1076;&#1086;&#1082;&#1091;&#1084;&#1077;&#1085;&#1090;&#1099;\&#1052;&#1072;&#1088;&#1089;&#1077;&#1083;&#1100;\&#1088;&#1072;&#1073;&#1086;&#1090;&#1072;%20&#1084;&#1076;&#1084;&#1089;&#1088;&#1090;&#1072;\&#1087;&#1088;&#1080;&#1082;&#1072;&#1079;&#1099;%20&#1080;%20&#1087;&#1080;&#1089;&#1100;&#1084;&#1072;\&#1041;&#1083;&#1072;&#1085;&#1082;201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E7176-8C82-4439-A376-441C82EC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Бланк2014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Корректор</cp:lastModifiedBy>
  <cp:revision>3</cp:revision>
  <cp:lastPrinted>2019-05-23T07:11:00Z</cp:lastPrinted>
  <dcterms:created xsi:type="dcterms:W3CDTF">2020-05-19T13:25:00Z</dcterms:created>
  <dcterms:modified xsi:type="dcterms:W3CDTF">2020-05-19T13:26:00Z</dcterms:modified>
</cp:coreProperties>
</file>